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F9FFE27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9F1E3F">
        <w:rPr>
          <w:rFonts w:ascii="Verdana" w:eastAsia="Verdana" w:hAnsi="Verdana" w:cs="Times New Roman"/>
          <w:b/>
        </w:rPr>
        <w:t>7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F1E3F" w:rsidRPr="000D24FD">
        <w:rPr>
          <w:rFonts w:ascii="Verdana" w:eastAsia="Verdana" w:hAnsi="Verdana" w:cs="Times New Roman"/>
          <w:b/>
        </w:rPr>
        <w:t>WYKAZ WYKONANYCH ZAMÓWIEŃ</w:t>
      </w:r>
      <w:r w:rsidR="009F1E3F">
        <w:rPr>
          <w:rFonts w:ascii="Verdana" w:eastAsia="Verdana" w:hAnsi="Verdana" w:cs="Times New Roman"/>
          <w:b/>
        </w:rPr>
        <w:t xml:space="preserve">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54683126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85322E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4ADF2CC0" w:rsidR="00381365" w:rsidRPr="00381365" w:rsidRDefault="009F1E3F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9F1E3F">
        <w:rPr>
          <w:rFonts w:cstheme="minorHAnsi"/>
          <w:b/>
          <w:szCs w:val="18"/>
        </w:rPr>
        <w:t>WYKAZ WYKONANYCH ZAMÓWIEŃ</w:t>
      </w:r>
    </w:p>
    <w:p w14:paraId="45E0F981" w14:textId="72E5D51D" w:rsidR="00A62B4C" w:rsidRDefault="00A62B4C" w:rsidP="00A62B4C">
      <w:pPr>
        <w:rPr>
          <w:rFonts w:ascii="Verdana" w:eastAsia="Verdana" w:hAnsi="Verdana" w:cs="Times New Roman"/>
        </w:rPr>
      </w:pPr>
    </w:p>
    <w:p w14:paraId="762DB6F6" w14:textId="339E28E4" w:rsidR="009F1E3F" w:rsidRDefault="009F1E3F" w:rsidP="00A62B4C">
      <w:pPr>
        <w:rPr>
          <w:rFonts w:ascii="Verdana" w:eastAsia="Verdana" w:hAnsi="Verdana" w:cs="Times New Roman"/>
        </w:rPr>
      </w:pPr>
    </w:p>
    <w:p w14:paraId="559381E0" w14:textId="77777777" w:rsidR="009F1E3F" w:rsidRDefault="009F1E3F" w:rsidP="00A62B4C">
      <w:pPr>
        <w:rPr>
          <w:rFonts w:ascii="Verdana" w:eastAsia="Verdana" w:hAnsi="Verdana" w:cs="Times New Roman"/>
        </w:rPr>
      </w:pPr>
    </w:p>
    <w:p w14:paraId="034AB2CB" w14:textId="5CB92C7B" w:rsidR="0045656E" w:rsidRPr="0045656E" w:rsidRDefault="00DD3B0E" w:rsidP="00C27C5F">
      <w:pPr>
        <w:jc w:val="both"/>
        <w:rPr>
          <w:rFonts w:cstheme="minorHAnsi"/>
        </w:rPr>
      </w:pPr>
      <w:r w:rsidRPr="00DD3B0E">
        <w:rPr>
          <w:rFonts w:cstheme="minorHAnsi"/>
        </w:rPr>
        <w:t xml:space="preserve">Składając Ofertę w postępowaniu zakupowym nr </w:t>
      </w:r>
      <w:r w:rsidR="00C27C5F" w:rsidRPr="00C27C5F">
        <w:rPr>
          <w:rFonts w:cstheme="minorHAnsi"/>
          <w:b/>
        </w:rPr>
        <w:t>POST/DYS/OB/GZA/</w:t>
      </w:r>
      <w:r w:rsidR="00E242FA">
        <w:rPr>
          <w:rFonts w:cstheme="minorHAnsi"/>
          <w:b/>
        </w:rPr>
        <w:t>02739</w:t>
      </w:r>
      <w:r w:rsidR="00C27C5F" w:rsidRPr="00C27C5F">
        <w:rPr>
          <w:rFonts w:cstheme="minorHAnsi"/>
          <w:b/>
        </w:rPr>
        <w:t>/2025</w:t>
      </w:r>
      <w:r w:rsidR="00C27C5F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E242FA" w:rsidRPr="00E242FA">
        <w:rPr>
          <w:rFonts w:cstheme="minorHAnsi"/>
          <w:b/>
          <w:i/>
        </w:rPr>
        <w:t>Opracowanie projektów budowlano-wykonawczych budowy sieci elektroenergetycznej SN na terenie działalności Rejonu Energetycznego Białystok Teren PGE Dystrybucja S.A. Oddział Białystok – 5 części</w:t>
      </w:r>
      <w:bookmarkStart w:id="6" w:name="_GoBack"/>
      <w:bookmarkEnd w:id="6"/>
      <w:r w:rsidRPr="00DD3B0E">
        <w:rPr>
          <w:rFonts w:cstheme="minorHAnsi"/>
        </w:rPr>
        <w:t xml:space="preserve">, </w:t>
      </w:r>
      <w:r w:rsidRPr="009F1E3F">
        <w:rPr>
          <w:rFonts w:cstheme="minorHAnsi"/>
        </w:rPr>
        <w:t>oświadczamy</w:t>
      </w:r>
      <w:r w:rsidRPr="00DD3B0E">
        <w:rPr>
          <w:rFonts w:cstheme="minorHAnsi"/>
        </w:rPr>
        <w:t>, że</w:t>
      </w:r>
      <w:r w:rsidR="009F1E3F">
        <w:rPr>
          <w:rFonts w:cstheme="minorHAnsi"/>
        </w:rPr>
        <w:t xml:space="preserve"> </w:t>
      </w:r>
      <w:r w:rsidR="009F1E3F">
        <w:rPr>
          <w:rFonts w:cstheme="minorHAnsi"/>
          <w:lang w:eastAsia="pl-PL"/>
        </w:rPr>
        <w:t xml:space="preserve">w </w:t>
      </w:r>
      <w:r w:rsidR="009F1E3F" w:rsidRPr="000D24FD">
        <w:rPr>
          <w:rFonts w:cstheme="minorHAnsi"/>
          <w:lang w:eastAsia="pl-PL"/>
        </w:rPr>
        <w:t xml:space="preserve">okresie ostatnich </w:t>
      </w:r>
      <w:r w:rsidR="009F1E3F">
        <w:rPr>
          <w:rFonts w:cstheme="minorHAnsi"/>
          <w:lang w:eastAsia="pl-PL"/>
        </w:rPr>
        <w:t>3</w:t>
      </w:r>
      <w:r w:rsidR="009F1E3F"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9F1E3F">
        <w:rPr>
          <w:rFonts w:cstheme="minorHAnsi"/>
          <w:lang w:eastAsia="pl-PL"/>
        </w:rPr>
        <w:t>zamówienia</w:t>
      </w:r>
      <w:r w:rsidR="009F1E3F" w:rsidRPr="000D24FD">
        <w:rPr>
          <w:rFonts w:cstheme="minorHAnsi"/>
          <w:lang w:eastAsia="pl-PL"/>
        </w:rPr>
        <w:t>: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142"/>
        <w:gridCol w:w="1417"/>
        <w:gridCol w:w="1418"/>
        <w:gridCol w:w="3260"/>
      </w:tblGrid>
      <w:tr w:rsidR="009F1E3F" w:rsidRPr="000D24FD" w14:paraId="4C0D37B6" w14:textId="77777777" w:rsidTr="00223C00">
        <w:trPr>
          <w:trHeight w:val="737"/>
          <w:tblHeader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1692D0E" w14:textId="09D3A353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098BD4FA" w14:textId="6050C92C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476242E" w14:textId="47705506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Termin </w:t>
            </w:r>
            <w:r w:rsidRPr="00DC202A">
              <w:rPr>
                <w:rFonts w:cstheme="minorHAnsi"/>
              </w:rPr>
              <w:t>realizacji usługi/dostawy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356DCBD" w14:textId="77777777" w:rsidR="009F1E3F" w:rsidRPr="00DC202A" w:rsidRDefault="009F1E3F" w:rsidP="00232A30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65F2B4E" w14:textId="77777777" w:rsidR="009F1E3F" w:rsidRPr="00DC202A" w:rsidRDefault="009F1E3F" w:rsidP="00232A30">
            <w:pPr>
              <w:spacing w:after="0"/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9F1E3F" w:rsidRPr="000D24FD" w14:paraId="10A3421A" w14:textId="77777777" w:rsidTr="00232A30">
        <w:trPr>
          <w:trHeight w:val="553"/>
          <w:tblHeader/>
        </w:trPr>
        <w:tc>
          <w:tcPr>
            <w:tcW w:w="68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6E7F58FE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3142" w:type="dxa"/>
            <w:vMerge/>
          </w:tcPr>
          <w:p w14:paraId="2685F8D1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7CA73D2B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6E29342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D380F8A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5AB8DC53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907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</w:tr>
      <w:tr w:rsidR="009F1E3F" w:rsidRPr="000D24FD" w14:paraId="5FBEBC44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3AFB5891" w14:textId="21B74463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142" w:type="dxa"/>
            <w:vAlign w:val="center"/>
          </w:tcPr>
          <w:p w14:paraId="578180E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AE9AC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23377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8AC0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F1E3F" w:rsidRPr="000D24FD" w14:paraId="1801D34A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05C550D1" w14:textId="0792280F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142" w:type="dxa"/>
            <w:vAlign w:val="center"/>
          </w:tcPr>
          <w:p w14:paraId="7DBA127A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63C722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DB441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C694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F1E3F" w:rsidRPr="000D24FD" w14:paraId="740536DA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77906B69" w14:textId="7DD8EE18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142" w:type="dxa"/>
            <w:vAlign w:val="center"/>
          </w:tcPr>
          <w:p w14:paraId="7A759EB7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0D56D130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6A3D7E8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C555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p w14:paraId="3CB9BF7A" w14:textId="77777777" w:rsidR="009F1E3F" w:rsidRPr="000D24FD" w:rsidRDefault="009F1E3F" w:rsidP="009F1E3F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3CF38DA0" w14:textId="77777777" w:rsidR="009F1E3F" w:rsidRPr="000D24FD" w:rsidRDefault="009F1E3F" w:rsidP="009F1E3F">
      <w:pPr>
        <w:spacing w:before="120"/>
        <w:ind w:left="-284" w:right="-569"/>
        <w:outlineLvl w:val="0"/>
        <w:rPr>
          <w:rFonts w:cstheme="minorHAnsi"/>
          <w:i/>
        </w:rPr>
      </w:pPr>
    </w:p>
    <w:p w14:paraId="668D18F3" w14:textId="231CA48B" w:rsidR="009F1E3F" w:rsidRPr="000D24FD" w:rsidRDefault="009F1E3F" w:rsidP="009F1E3F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8C0F96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2F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2E34E59" w14:textId="47A9EEF7" w:rsidR="003D1F76" w:rsidRPr="003D1F76" w:rsidRDefault="003D1F76" w:rsidP="003D1F7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9B5941E" w:rsidR="00347E8D" w:rsidRPr="006B2C28" w:rsidRDefault="003D1F76" w:rsidP="00E242F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D1F76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</w:t>
          </w:r>
          <w:r w:rsidR="00E242FA">
            <w:rPr>
              <w:rFonts w:asciiTheme="majorHAnsi" w:hAnsiTheme="majorHAnsi"/>
              <w:color w:val="000000" w:themeColor="text1"/>
              <w:sz w:val="14"/>
              <w:szCs w:val="18"/>
            </w:rPr>
            <w:t>02739</w:t>
          </w:r>
          <w:r w:rsidRPr="003D1F7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C04C80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FD1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17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3C00"/>
    <w:rsid w:val="00224257"/>
    <w:rsid w:val="00225915"/>
    <w:rsid w:val="00232A30"/>
    <w:rsid w:val="002402D4"/>
    <w:rsid w:val="0024291C"/>
    <w:rsid w:val="002434B1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02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1F76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322E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1E3F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C5F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242F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0E4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02739 Zał. 7 do SWZ - Wykaz zamówień.docx</dmsv2BaseFileName>
    <dmsv2BaseDisplayName xmlns="http://schemas.microsoft.com/sharepoint/v3">02739 Zał. 7 do SWZ - Wykaz zamówień</dmsv2BaseDisplayName>
    <dmsv2SWPP2ObjectNumber xmlns="http://schemas.microsoft.com/sharepoint/v3">POST/DYS/OB/GZA/02739/2025                        </dmsv2SWPP2ObjectNumber>
    <dmsv2SWPP2SumMD5 xmlns="http://schemas.microsoft.com/sharepoint/v3">e14cc8c90a4743a76e92fdb29ae6565b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687871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23012821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VMUH7Q3WANFY-182812031-540</_dlc_DocId>
    <_dlc_DocIdUrl xmlns="a19cb1c7-c5c7-46d4-85ae-d83685407bba">
      <Url>https://swpp2.dms.gkpge.pl/sites/39/_layouts/15/DocIdRedir.aspx?ID=VMUH7Q3WANFY-182812031-540</Url>
      <Description>VMUH7Q3WANFY-182812031-540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CD75BEF2FDFE4D8522A068BEE53F35" ma:contentTypeVersion="0" ma:contentTypeDescription="SWPP2 Dokument bazowy" ma:contentTypeScope="" ma:versionID="92b66a4763a136399022a1e70657f18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5736C2-4315-42D6-ABC3-212E5E441905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2B44D9-FAEE-43A2-8D16-D90C72B1E2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59EC57-DBE4-4077-83A3-61BD074A4B6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12</cp:revision>
  <cp:lastPrinted>2024-07-15T11:21:00Z</cp:lastPrinted>
  <dcterms:created xsi:type="dcterms:W3CDTF">2025-04-29T12:11:00Z</dcterms:created>
  <dcterms:modified xsi:type="dcterms:W3CDTF">2025-07-23T06:04:00Z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0x01018910006FCD75BEF2FDFE4D8522A068BEE53F35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48d730fa-fc51-4bce-9e0b-1921d5991caa</vt:lpwstr>
  </property>
</Properties>
</file>